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62729C4B" w:rsidR="008145D7" w:rsidRDefault="008145D7" w:rsidP="004A3C08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4A3C08" w:rsidRPr="004A3C08">
        <w:rPr>
          <w:rFonts w:ascii="Verdana" w:hAnsi="Verdana"/>
          <w:b/>
          <w:bCs/>
          <w:i/>
          <w:iCs/>
        </w:rPr>
        <w:t>Opravy a revize klimatizací v obvodu SSZT HK OŘ</w:t>
      </w:r>
      <w:r w:rsidR="004A3C08">
        <w:rPr>
          <w:rFonts w:ascii="Verdana" w:hAnsi="Verdana"/>
          <w:b/>
          <w:bCs/>
          <w:i/>
          <w:iCs/>
        </w:rPr>
        <w:t xml:space="preserve"> </w:t>
      </w:r>
      <w:r w:rsidR="004A3C08" w:rsidRPr="004A3C08">
        <w:rPr>
          <w:rFonts w:ascii="Verdana" w:hAnsi="Verdana"/>
          <w:b/>
          <w:bCs/>
          <w:i/>
          <w:iCs/>
        </w:rPr>
        <w:t>Hradec Králové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4A3C0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4A3C0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4A3C0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A3C08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16C37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23875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16C37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92</TotalTime>
  <Pages>1</Pages>
  <Words>479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13</cp:revision>
  <cp:lastPrinted>2017-11-28T17:18:00Z</cp:lastPrinted>
  <dcterms:created xsi:type="dcterms:W3CDTF">2023-11-16T10:29:00Z</dcterms:created>
  <dcterms:modified xsi:type="dcterms:W3CDTF">2024-12-13T10:28:00Z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